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086F" w:rsidRDefault="001A0435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5F53397" wp14:editId="0AC901FF">
                <wp:simplePos x="0" y="0"/>
                <wp:positionH relativeFrom="column">
                  <wp:posOffset>-311150</wp:posOffset>
                </wp:positionH>
                <wp:positionV relativeFrom="paragraph">
                  <wp:posOffset>-292100</wp:posOffset>
                </wp:positionV>
                <wp:extent cx="1828800" cy="182880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90C2C" w:rsidRPr="00690C2C" w:rsidRDefault="00690C2C" w:rsidP="00690C2C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bookmarkStart w:id="0" w:name="_GoBack"/>
                            <w:bookmarkEnd w:id="0"/>
                            <w:r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Christchurch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5F53397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-24.5pt;margin-top:-23pt;width:2in;height:2in;z-index:25166848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" filled="f" stroked="f">
                <v:fill o:detectmouseclick="t"/>
                <v:textbox style="mso-fit-shape-to-text:t">
                  <w:txbxContent>
                    <w:p w:rsidR="00690C2C" w:rsidRPr="00690C2C" w:rsidRDefault="00690C2C" w:rsidP="00690C2C">
                      <w:pPr>
                        <w:jc w:val="center"/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bookmarkStart w:id="1" w:name="_GoBack"/>
                      <w:bookmarkEnd w:id="1"/>
                      <w:r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Christchurch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B1E5E29" wp14:editId="470F1479">
                <wp:simplePos x="0" y="0"/>
                <wp:positionH relativeFrom="column">
                  <wp:posOffset>7219950</wp:posOffset>
                </wp:positionH>
                <wp:positionV relativeFrom="paragraph">
                  <wp:posOffset>2908300</wp:posOffset>
                </wp:positionV>
                <wp:extent cx="1390650" cy="736600"/>
                <wp:effectExtent l="0" t="0" r="0" b="635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0650" cy="736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0435" w:rsidRPr="001A0435" w:rsidRDefault="001A0435" w:rsidP="001A0435">
                            <w:pPr>
                              <w:rPr>
                                <w:sz w:val="34"/>
                              </w:rPr>
                            </w:pPr>
                            <w:r>
                              <w:rPr>
                                <w:sz w:val="34"/>
                              </w:rPr>
                              <w:t>More tourist attractions</w:t>
                            </w:r>
                          </w:p>
                          <w:p w:rsidR="001A0435" w:rsidRDefault="001A043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1E5E29" id="Text Box 9" o:spid="_x0000_s1027" type="#_x0000_t202" style="position:absolute;margin-left:568.5pt;margin-top:229pt;width:109.5pt;height:5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" fillcolor="white [3201]" stroked="f" strokeweight=".5pt">
                <v:textbox>
                  <w:txbxContent>
                    <w:p w:rsidR="001A0435" w:rsidRPr="001A0435" w:rsidRDefault="001A0435" w:rsidP="001A0435">
                      <w:pPr>
                        <w:rPr>
                          <w:sz w:val="34"/>
                        </w:rPr>
                      </w:pPr>
                      <w:r>
                        <w:rPr>
                          <w:sz w:val="34"/>
                        </w:rPr>
                        <w:t>More tourist attractions</w:t>
                      </w:r>
                    </w:p>
                    <w:p w:rsidR="001A0435" w:rsidRDefault="001A0435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8914E09" wp14:editId="696B6E35">
                <wp:simplePos x="0" y="0"/>
                <wp:positionH relativeFrom="column">
                  <wp:posOffset>5613400</wp:posOffset>
                </wp:positionH>
                <wp:positionV relativeFrom="paragraph">
                  <wp:posOffset>342900</wp:posOffset>
                </wp:positionV>
                <wp:extent cx="2057400" cy="4775200"/>
                <wp:effectExtent l="0" t="0" r="0" b="63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4775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90C2C" w:rsidRPr="00690C2C" w:rsidRDefault="00690C2C">
                            <w:pPr>
                              <w:rPr>
                                <w:sz w:val="36"/>
                              </w:rPr>
                            </w:pPr>
                            <w:r w:rsidRPr="00690C2C">
                              <w:rPr>
                                <w:sz w:val="36"/>
                              </w:rPr>
                              <w:t>800,000 population</w:t>
                            </w:r>
                          </w:p>
                          <w:p w:rsidR="00690C2C" w:rsidRPr="00690C2C" w:rsidRDefault="00690C2C">
                            <w:pPr>
                              <w:rPr>
                                <w:sz w:val="36"/>
                              </w:rPr>
                            </w:pPr>
                            <w:r w:rsidRPr="00690C2C">
                              <w:rPr>
                                <w:sz w:val="36"/>
                              </w:rPr>
                              <w:t>Northern hemisphere</w:t>
                            </w:r>
                            <w:r>
                              <w:rPr>
                                <w:sz w:val="36"/>
                              </w:rPr>
                              <w:t xml:space="preserve"> (Europe)</w:t>
                            </w:r>
                          </w:p>
                          <w:p w:rsidR="00690C2C" w:rsidRPr="00690C2C" w:rsidRDefault="00690C2C">
                            <w:pPr>
                              <w:rPr>
                                <w:sz w:val="36"/>
                              </w:rPr>
                            </w:pPr>
                            <w:r w:rsidRPr="00690C2C">
                              <w:rPr>
                                <w:sz w:val="36"/>
                              </w:rPr>
                              <w:t>Spanish speaking</w:t>
                            </w:r>
                          </w:p>
                          <w:p w:rsidR="00690C2C" w:rsidRPr="00690C2C" w:rsidRDefault="00690C2C">
                            <w:pPr>
                              <w:rPr>
                                <w:sz w:val="36"/>
                              </w:rPr>
                            </w:pPr>
                            <w:r w:rsidRPr="00690C2C">
                              <w:rPr>
                                <w:sz w:val="36"/>
                              </w:rPr>
                              <w:t>More refuges</w:t>
                            </w:r>
                          </w:p>
                          <w:p w:rsidR="00690C2C" w:rsidRDefault="00690C2C">
                            <w:pPr>
                              <w:rPr>
                                <w:sz w:val="36"/>
                              </w:rPr>
                            </w:pPr>
                            <w:r w:rsidRPr="00690C2C">
                              <w:rPr>
                                <w:sz w:val="36"/>
                              </w:rPr>
                              <w:t>River became a park</w:t>
                            </w:r>
                          </w:p>
                          <w:p w:rsidR="00690C2C" w:rsidRDefault="00690C2C">
                            <w:pPr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Zoo</w:t>
                            </w:r>
                          </w:p>
                          <w:p w:rsidR="00690C2C" w:rsidRDefault="00690C2C">
                            <w:pPr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Eco-friendly</w:t>
                            </w:r>
                          </w:p>
                          <w:p w:rsidR="00690C2C" w:rsidRDefault="00690C2C">
                            <w:pPr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Less cars</w:t>
                            </w:r>
                          </w:p>
                          <w:p w:rsidR="001A0435" w:rsidRDefault="001A0435">
                            <w:pPr>
                              <w:rPr>
                                <w:sz w:val="34"/>
                              </w:rPr>
                            </w:pPr>
                            <w:r w:rsidRPr="001A0435">
                              <w:rPr>
                                <w:sz w:val="34"/>
                              </w:rPr>
                              <w:t>Founded 12</w:t>
                            </w:r>
                            <w:r w:rsidRPr="001A0435">
                              <w:rPr>
                                <w:sz w:val="34"/>
                                <w:vertAlign w:val="superscript"/>
                              </w:rPr>
                              <w:t>th</w:t>
                            </w:r>
                            <w:r w:rsidRPr="001A0435">
                              <w:rPr>
                                <w:sz w:val="34"/>
                              </w:rPr>
                              <w:t xml:space="preserve"> Century</w:t>
                            </w:r>
                          </w:p>
                          <w:p w:rsidR="00690C2C" w:rsidRPr="00690C2C" w:rsidRDefault="00690C2C">
                            <w:pPr>
                              <w:rPr>
                                <w:sz w:val="36"/>
                              </w:rPr>
                            </w:pPr>
                          </w:p>
                          <w:p w:rsidR="00690C2C" w:rsidRPr="00690C2C" w:rsidRDefault="00690C2C">
                            <w:pPr>
                              <w:rPr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914E09" id="Text Box 4" o:spid="_x0000_s1028" type="#_x0000_t202" style="position:absolute;margin-left:442pt;margin-top:27pt;width:162pt;height:37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" fillcolor="white [3201]" stroked="f" strokeweight=".5pt">
                <v:textbox>
                  <w:txbxContent>
                    <w:p w:rsidR="00690C2C" w:rsidRPr="00690C2C" w:rsidRDefault="00690C2C">
                      <w:pPr>
                        <w:rPr>
                          <w:sz w:val="36"/>
                        </w:rPr>
                      </w:pPr>
                      <w:r w:rsidRPr="00690C2C">
                        <w:rPr>
                          <w:sz w:val="36"/>
                        </w:rPr>
                        <w:t>800,000 population</w:t>
                      </w:r>
                    </w:p>
                    <w:p w:rsidR="00690C2C" w:rsidRPr="00690C2C" w:rsidRDefault="00690C2C">
                      <w:pPr>
                        <w:rPr>
                          <w:sz w:val="36"/>
                        </w:rPr>
                      </w:pPr>
                      <w:r w:rsidRPr="00690C2C">
                        <w:rPr>
                          <w:sz w:val="36"/>
                        </w:rPr>
                        <w:t>Northern hemisphere</w:t>
                      </w:r>
                      <w:r>
                        <w:rPr>
                          <w:sz w:val="36"/>
                        </w:rPr>
                        <w:t xml:space="preserve"> (Europe)</w:t>
                      </w:r>
                    </w:p>
                    <w:p w:rsidR="00690C2C" w:rsidRPr="00690C2C" w:rsidRDefault="00690C2C">
                      <w:pPr>
                        <w:rPr>
                          <w:sz w:val="36"/>
                        </w:rPr>
                      </w:pPr>
                      <w:r w:rsidRPr="00690C2C">
                        <w:rPr>
                          <w:sz w:val="36"/>
                        </w:rPr>
                        <w:t>Spanish speaking</w:t>
                      </w:r>
                    </w:p>
                    <w:p w:rsidR="00690C2C" w:rsidRPr="00690C2C" w:rsidRDefault="00690C2C">
                      <w:pPr>
                        <w:rPr>
                          <w:sz w:val="36"/>
                        </w:rPr>
                      </w:pPr>
                      <w:r w:rsidRPr="00690C2C">
                        <w:rPr>
                          <w:sz w:val="36"/>
                        </w:rPr>
                        <w:t>More refuges</w:t>
                      </w:r>
                    </w:p>
                    <w:p w:rsidR="00690C2C" w:rsidRDefault="00690C2C">
                      <w:pPr>
                        <w:rPr>
                          <w:sz w:val="36"/>
                        </w:rPr>
                      </w:pPr>
                      <w:r w:rsidRPr="00690C2C">
                        <w:rPr>
                          <w:sz w:val="36"/>
                        </w:rPr>
                        <w:t>River became a park</w:t>
                      </w:r>
                    </w:p>
                    <w:p w:rsidR="00690C2C" w:rsidRDefault="00690C2C">
                      <w:pPr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Zoo</w:t>
                      </w:r>
                    </w:p>
                    <w:p w:rsidR="00690C2C" w:rsidRDefault="00690C2C">
                      <w:pPr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Eco-friendly</w:t>
                      </w:r>
                    </w:p>
                    <w:p w:rsidR="00690C2C" w:rsidRDefault="00690C2C">
                      <w:pPr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Less cars</w:t>
                      </w:r>
                    </w:p>
                    <w:p w:rsidR="001A0435" w:rsidRDefault="001A0435">
                      <w:pPr>
                        <w:rPr>
                          <w:sz w:val="34"/>
                        </w:rPr>
                      </w:pPr>
                      <w:r w:rsidRPr="001A0435">
                        <w:rPr>
                          <w:sz w:val="34"/>
                        </w:rPr>
                        <w:t>Founded 12</w:t>
                      </w:r>
                      <w:r w:rsidRPr="001A0435">
                        <w:rPr>
                          <w:sz w:val="34"/>
                          <w:vertAlign w:val="superscript"/>
                        </w:rPr>
                        <w:t>th</w:t>
                      </w:r>
                      <w:r w:rsidRPr="001A0435">
                        <w:rPr>
                          <w:sz w:val="34"/>
                        </w:rPr>
                        <w:t xml:space="preserve"> Century</w:t>
                      </w:r>
                    </w:p>
                    <w:p w:rsidR="00690C2C" w:rsidRPr="00690C2C" w:rsidRDefault="00690C2C">
                      <w:pPr>
                        <w:rPr>
                          <w:sz w:val="36"/>
                        </w:rPr>
                      </w:pPr>
                    </w:p>
                    <w:p w:rsidR="00690C2C" w:rsidRPr="00690C2C" w:rsidRDefault="00690C2C">
                      <w:pPr>
                        <w:rPr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96FD745" wp14:editId="32A2611C">
                <wp:simplePos x="0" y="0"/>
                <wp:positionH relativeFrom="column">
                  <wp:posOffset>50800</wp:posOffset>
                </wp:positionH>
                <wp:positionV relativeFrom="paragraph">
                  <wp:posOffset>971550</wp:posOffset>
                </wp:positionV>
                <wp:extent cx="2673350" cy="4051300"/>
                <wp:effectExtent l="0" t="0" r="0" b="635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3350" cy="4051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90C2C" w:rsidRPr="00690C2C" w:rsidRDefault="00690C2C" w:rsidP="00690C2C">
                            <w:pPr>
                              <w:rPr>
                                <w:sz w:val="36"/>
                              </w:rPr>
                            </w:pPr>
                            <w:proofErr w:type="gramStart"/>
                            <w:r w:rsidRPr="00690C2C">
                              <w:rPr>
                                <w:sz w:val="36"/>
                              </w:rPr>
                              <w:t xml:space="preserve">370,000 </w:t>
                            </w:r>
                            <w:r w:rsidRPr="00690C2C">
                              <w:rPr>
                                <w:sz w:val="36"/>
                              </w:rPr>
                              <w:t xml:space="preserve"> population</w:t>
                            </w:r>
                            <w:proofErr w:type="gramEnd"/>
                          </w:p>
                          <w:p w:rsidR="00690C2C" w:rsidRPr="00690C2C" w:rsidRDefault="00690C2C" w:rsidP="00690C2C">
                            <w:pPr>
                              <w:rPr>
                                <w:sz w:val="36"/>
                              </w:rPr>
                            </w:pPr>
                            <w:r w:rsidRPr="00690C2C">
                              <w:rPr>
                                <w:sz w:val="36"/>
                              </w:rPr>
                              <w:t xml:space="preserve">Southern Hemisphere (Australasia) </w:t>
                            </w:r>
                          </w:p>
                          <w:p w:rsidR="00690C2C" w:rsidRPr="00690C2C" w:rsidRDefault="00690C2C" w:rsidP="00690C2C">
                            <w:pPr>
                              <w:rPr>
                                <w:sz w:val="36"/>
                              </w:rPr>
                            </w:pPr>
                            <w:r w:rsidRPr="00690C2C">
                              <w:rPr>
                                <w:sz w:val="36"/>
                              </w:rPr>
                              <w:t>River still running through it</w:t>
                            </w:r>
                          </w:p>
                          <w:p w:rsidR="00690C2C" w:rsidRDefault="00690C2C" w:rsidP="00690C2C">
                            <w:pPr>
                              <w:rPr>
                                <w:sz w:val="36"/>
                              </w:rPr>
                            </w:pPr>
                            <w:r w:rsidRPr="00690C2C">
                              <w:rPr>
                                <w:sz w:val="36"/>
                              </w:rPr>
                              <w:t>Recycling things from the earthquake</w:t>
                            </w:r>
                          </w:p>
                          <w:p w:rsidR="00690C2C" w:rsidRDefault="00690C2C" w:rsidP="00690C2C">
                            <w:pPr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Wildlife reserve</w:t>
                            </w:r>
                          </w:p>
                          <w:p w:rsidR="001A0435" w:rsidRPr="00690C2C" w:rsidRDefault="001A0435" w:rsidP="00690C2C">
                            <w:pPr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Founded 19</w:t>
                            </w:r>
                            <w:r w:rsidRPr="001A0435">
                              <w:rPr>
                                <w:sz w:val="36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sz w:val="36"/>
                              </w:rPr>
                              <w:t xml:space="preserve"> century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6FD745" id="Text Box 5" o:spid="_x0000_s1029" type="#_x0000_t202" style="position:absolute;margin-left:4pt;margin-top:76.5pt;width:210.5pt;height:31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" fillcolor="white [3201]" stroked="f" strokeweight=".5pt">
                <v:textbox>
                  <w:txbxContent>
                    <w:p w:rsidR="00690C2C" w:rsidRPr="00690C2C" w:rsidRDefault="00690C2C" w:rsidP="00690C2C">
                      <w:pPr>
                        <w:rPr>
                          <w:sz w:val="36"/>
                        </w:rPr>
                      </w:pPr>
                      <w:proofErr w:type="gramStart"/>
                      <w:r w:rsidRPr="00690C2C">
                        <w:rPr>
                          <w:sz w:val="36"/>
                        </w:rPr>
                        <w:t xml:space="preserve">370,000 </w:t>
                      </w:r>
                      <w:r w:rsidRPr="00690C2C">
                        <w:rPr>
                          <w:sz w:val="36"/>
                        </w:rPr>
                        <w:t xml:space="preserve"> population</w:t>
                      </w:r>
                      <w:proofErr w:type="gramEnd"/>
                    </w:p>
                    <w:p w:rsidR="00690C2C" w:rsidRPr="00690C2C" w:rsidRDefault="00690C2C" w:rsidP="00690C2C">
                      <w:pPr>
                        <w:rPr>
                          <w:sz w:val="36"/>
                        </w:rPr>
                      </w:pPr>
                      <w:r w:rsidRPr="00690C2C">
                        <w:rPr>
                          <w:sz w:val="36"/>
                        </w:rPr>
                        <w:t xml:space="preserve">Southern Hemisphere (Australasia) </w:t>
                      </w:r>
                    </w:p>
                    <w:p w:rsidR="00690C2C" w:rsidRPr="00690C2C" w:rsidRDefault="00690C2C" w:rsidP="00690C2C">
                      <w:pPr>
                        <w:rPr>
                          <w:sz w:val="36"/>
                        </w:rPr>
                      </w:pPr>
                      <w:r w:rsidRPr="00690C2C">
                        <w:rPr>
                          <w:sz w:val="36"/>
                        </w:rPr>
                        <w:t>River still running through it</w:t>
                      </w:r>
                    </w:p>
                    <w:p w:rsidR="00690C2C" w:rsidRDefault="00690C2C" w:rsidP="00690C2C">
                      <w:pPr>
                        <w:rPr>
                          <w:sz w:val="36"/>
                        </w:rPr>
                      </w:pPr>
                      <w:r w:rsidRPr="00690C2C">
                        <w:rPr>
                          <w:sz w:val="36"/>
                        </w:rPr>
                        <w:t>Recycling things from the earthquake</w:t>
                      </w:r>
                    </w:p>
                    <w:p w:rsidR="00690C2C" w:rsidRDefault="00690C2C" w:rsidP="00690C2C">
                      <w:pPr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Wildlife reserve</w:t>
                      </w:r>
                    </w:p>
                    <w:p w:rsidR="001A0435" w:rsidRPr="00690C2C" w:rsidRDefault="001A0435" w:rsidP="00690C2C">
                      <w:pPr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Founded 19</w:t>
                      </w:r>
                      <w:r w:rsidRPr="001A0435">
                        <w:rPr>
                          <w:sz w:val="36"/>
                          <w:vertAlign w:val="superscript"/>
                        </w:rPr>
                        <w:t>th</w:t>
                      </w:r>
                      <w:r>
                        <w:rPr>
                          <w:sz w:val="36"/>
                        </w:rPr>
                        <w:t xml:space="preserve"> century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74505B" wp14:editId="7B3B7D16">
                <wp:simplePos x="0" y="0"/>
                <wp:positionH relativeFrom="column">
                  <wp:posOffset>-755650</wp:posOffset>
                </wp:positionH>
                <wp:positionV relativeFrom="paragraph">
                  <wp:posOffset>-317500</wp:posOffset>
                </wp:positionV>
                <wp:extent cx="6318250" cy="6375400"/>
                <wp:effectExtent l="0" t="0" r="25400" b="25400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18250" cy="63754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502CC10" id="Oval 1" o:spid="_x0000_s1026" style="position:absolute;margin-left:-59.5pt;margin-top:-25pt;width:497.5pt;height:50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" fillcolor="white [3212]" strokecolor="#1f4d78 [1604]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3AA084" wp14:editId="482CB49B">
                <wp:simplePos x="0" y="0"/>
                <wp:positionH relativeFrom="column">
                  <wp:posOffset>2832100</wp:posOffset>
                </wp:positionH>
                <wp:positionV relativeFrom="paragraph">
                  <wp:posOffset>-266700</wp:posOffset>
                </wp:positionV>
                <wp:extent cx="6165850" cy="6248400"/>
                <wp:effectExtent l="0" t="0" r="25400" b="19050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65850" cy="624840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B8E1D9A" id="Oval 2" o:spid="_x0000_s1026" style="position:absolute;margin-left:223pt;margin-top:-21pt;width:485.5pt;height:49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" filled="f" strokecolor="#1f4d78 [1604]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619712D" wp14:editId="4917C781">
                <wp:simplePos x="0" y="0"/>
                <wp:positionH relativeFrom="column">
                  <wp:posOffset>6565900</wp:posOffset>
                </wp:positionH>
                <wp:positionV relativeFrom="paragraph">
                  <wp:posOffset>-604520</wp:posOffset>
                </wp:positionV>
                <wp:extent cx="1828800" cy="182880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90C2C" w:rsidRPr="00690C2C" w:rsidRDefault="00690C2C" w:rsidP="00690C2C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Valencia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19712D" id="Text Box 7" o:spid="_x0000_s1030" type="#_x0000_t202" style="position:absolute;margin-left:517pt;margin-top:-47.6pt;width:2in;height:2in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" filled="f" stroked="f">
                <v:fill o:detectmouseclick="t"/>
                <v:textbox style="mso-fit-shape-to-text:t">
                  <w:txbxContent>
                    <w:p w:rsidR="00690C2C" w:rsidRPr="00690C2C" w:rsidRDefault="00690C2C" w:rsidP="00690C2C">
                      <w:pPr>
                        <w:jc w:val="center"/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Valencia</w:t>
                      </w:r>
                    </w:p>
                  </w:txbxContent>
                </v:textbox>
              </v:shape>
            </w:pict>
          </mc:Fallback>
        </mc:AlternateContent>
      </w:r>
      <w:r w:rsidR="00690C2C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04D78F4" wp14:editId="2726015C">
                <wp:simplePos x="0" y="0"/>
                <wp:positionH relativeFrom="column">
                  <wp:posOffset>3714750</wp:posOffset>
                </wp:positionH>
                <wp:positionV relativeFrom="paragraph">
                  <wp:posOffset>1473200</wp:posOffset>
                </wp:positionV>
                <wp:extent cx="1257300" cy="3206750"/>
                <wp:effectExtent l="0" t="0" r="0" b="0"/>
                <wp:wrapTopAndBottom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3206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90C2C" w:rsidRPr="00690C2C" w:rsidRDefault="00690C2C">
                            <w:pPr>
                              <w:rPr>
                                <w:sz w:val="26"/>
                              </w:rPr>
                            </w:pPr>
                            <w:r w:rsidRPr="00690C2C">
                              <w:rPr>
                                <w:sz w:val="26"/>
                              </w:rPr>
                              <w:t>3</w:t>
                            </w:r>
                            <w:r w:rsidRPr="00690C2C">
                              <w:rPr>
                                <w:sz w:val="26"/>
                                <w:vertAlign w:val="superscript"/>
                              </w:rPr>
                              <w:t xml:space="preserve">rd </w:t>
                            </w:r>
                            <w:r w:rsidRPr="00690C2C">
                              <w:rPr>
                                <w:sz w:val="26"/>
                              </w:rPr>
                              <w:t>biggest cities in their countries</w:t>
                            </w:r>
                          </w:p>
                          <w:p w:rsidR="00690C2C" w:rsidRPr="00690C2C" w:rsidRDefault="00690C2C">
                            <w:pPr>
                              <w:rPr>
                                <w:sz w:val="26"/>
                              </w:rPr>
                            </w:pPr>
                            <w:r w:rsidRPr="00690C2C">
                              <w:rPr>
                                <w:sz w:val="26"/>
                              </w:rPr>
                              <w:t xml:space="preserve">Natural disasters </w:t>
                            </w:r>
                          </w:p>
                          <w:p w:rsidR="00690C2C" w:rsidRPr="00690C2C" w:rsidRDefault="00690C2C">
                            <w:pPr>
                              <w:rPr>
                                <w:sz w:val="26"/>
                              </w:rPr>
                            </w:pPr>
                            <w:r w:rsidRPr="00690C2C">
                              <w:rPr>
                                <w:sz w:val="26"/>
                              </w:rPr>
                              <w:t>Neither are capital cities</w:t>
                            </w:r>
                          </w:p>
                          <w:p w:rsidR="00690C2C" w:rsidRPr="00690C2C" w:rsidRDefault="00690C2C">
                            <w:pPr>
                              <w:rPr>
                                <w:sz w:val="26"/>
                              </w:rPr>
                            </w:pPr>
                            <w:r w:rsidRPr="00690C2C">
                              <w:rPr>
                                <w:sz w:val="26"/>
                              </w:rPr>
                              <w:t xml:space="preserve">Art facilities – sculptures </w:t>
                            </w:r>
                          </w:p>
                          <w:p w:rsidR="00690C2C" w:rsidRPr="00690C2C" w:rsidRDefault="00690C2C">
                            <w:pPr>
                              <w:rPr>
                                <w:sz w:val="26"/>
                              </w:rPr>
                            </w:pPr>
                            <w:r w:rsidRPr="00690C2C">
                              <w:rPr>
                                <w:sz w:val="26"/>
                              </w:rPr>
                              <w:t>Coastlines</w:t>
                            </w:r>
                          </w:p>
                          <w:p w:rsidR="00690C2C" w:rsidRPr="00690C2C" w:rsidRDefault="00690C2C">
                            <w:pPr>
                              <w:rPr>
                                <w:sz w:val="26"/>
                              </w:rPr>
                            </w:pPr>
                            <w:r w:rsidRPr="00690C2C">
                              <w:rPr>
                                <w:sz w:val="26"/>
                              </w:rPr>
                              <w:t>Garden Cities</w:t>
                            </w:r>
                          </w:p>
                          <w:p w:rsidR="00690C2C" w:rsidRDefault="00690C2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4D78F4" id="Text Box 3" o:spid="_x0000_s1031" type="#_x0000_t202" style="position:absolute;margin-left:292.5pt;margin-top:116pt;width:99pt;height:25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" fillcolor="white [3201]" stroked="f" strokeweight=".5pt">
                <v:textbox>
                  <w:txbxContent>
                    <w:p w:rsidR="00690C2C" w:rsidRPr="00690C2C" w:rsidRDefault="00690C2C">
                      <w:pPr>
                        <w:rPr>
                          <w:sz w:val="26"/>
                        </w:rPr>
                      </w:pPr>
                      <w:r w:rsidRPr="00690C2C">
                        <w:rPr>
                          <w:sz w:val="26"/>
                        </w:rPr>
                        <w:t>3</w:t>
                      </w:r>
                      <w:r w:rsidRPr="00690C2C">
                        <w:rPr>
                          <w:sz w:val="26"/>
                          <w:vertAlign w:val="superscript"/>
                        </w:rPr>
                        <w:t xml:space="preserve">rd </w:t>
                      </w:r>
                      <w:r w:rsidRPr="00690C2C">
                        <w:rPr>
                          <w:sz w:val="26"/>
                        </w:rPr>
                        <w:t>biggest cities in their countries</w:t>
                      </w:r>
                    </w:p>
                    <w:p w:rsidR="00690C2C" w:rsidRPr="00690C2C" w:rsidRDefault="00690C2C">
                      <w:pPr>
                        <w:rPr>
                          <w:sz w:val="26"/>
                        </w:rPr>
                      </w:pPr>
                      <w:r w:rsidRPr="00690C2C">
                        <w:rPr>
                          <w:sz w:val="26"/>
                        </w:rPr>
                        <w:t xml:space="preserve">Natural disasters </w:t>
                      </w:r>
                    </w:p>
                    <w:p w:rsidR="00690C2C" w:rsidRPr="00690C2C" w:rsidRDefault="00690C2C">
                      <w:pPr>
                        <w:rPr>
                          <w:sz w:val="26"/>
                        </w:rPr>
                      </w:pPr>
                      <w:r w:rsidRPr="00690C2C">
                        <w:rPr>
                          <w:sz w:val="26"/>
                        </w:rPr>
                        <w:t>Neither are capital cities</w:t>
                      </w:r>
                    </w:p>
                    <w:p w:rsidR="00690C2C" w:rsidRPr="00690C2C" w:rsidRDefault="00690C2C">
                      <w:pPr>
                        <w:rPr>
                          <w:sz w:val="26"/>
                        </w:rPr>
                      </w:pPr>
                      <w:r w:rsidRPr="00690C2C">
                        <w:rPr>
                          <w:sz w:val="26"/>
                        </w:rPr>
                        <w:t xml:space="preserve">Art facilities – sculptures </w:t>
                      </w:r>
                    </w:p>
                    <w:p w:rsidR="00690C2C" w:rsidRPr="00690C2C" w:rsidRDefault="00690C2C">
                      <w:pPr>
                        <w:rPr>
                          <w:sz w:val="26"/>
                        </w:rPr>
                      </w:pPr>
                      <w:r w:rsidRPr="00690C2C">
                        <w:rPr>
                          <w:sz w:val="26"/>
                        </w:rPr>
                        <w:t>Coastlines</w:t>
                      </w:r>
                    </w:p>
                    <w:p w:rsidR="00690C2C" w:rsidRPr="00690C2C" w:rsidRDefault="00690C2C">
                      <w:pPr>
                        <w:rPr>
                          <w:sz w:val="26"/>
                        </w:rPr>
                      </w:pPr>
                      <w:r w:rsidRPr="00690C2C">
                        <w:rPr>
                          <w:sz w:val="26"/>
                        </w:rPr>
                        <w:t>Garden Cities</w:t>
                      </w:r>
                    </w:p>
                    <w:p w:rsidR="00690C2C" w:rsidRDefault="00690C2C"/>
                  </w:txbxContent>
                </v:textbox>
                <w10:wrap type="topAndBottom"/>
              </v:shape>
            </w:pict>
          </mc:Fallback>
        </mc:AlternateContent>
      </w:r>
    </w:p>
    <w:sectPr w:rsidR="000C086F" w:rsidSect="00690C2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C2C"/>
    <w:rsid w:val="000C086F"/>
    <w:rsid w:val="001A0435"/>
    <w:rsid w:val="004E3D98"/>
    <w:rsid w:val="00690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562BE4-9C47-480E-AA50-D720E8308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0C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F667139F</Template>
  <TotalTime>17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Royal Oak Primary School</Company>
  <LinksUpToDate>false</LinksUpToDate>
  <CharactersWithSpaces>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Withy</dc:creator>
  <cp:keywords/>
  <dc:description/>
  <cp:lastModifiedBy>Helen Withy</cp:lastModifiedBy>
  <cp:revision>2</cp:revision>
  <dcterms:created xsi:type="dcterms:W3CDTF">2016-10-09T21:39:00Z</dcterms:created>
  <dcterms:modified xsi:type="dcterms:W3CDTF">2016-10-09T21:56:00Z</dcterms:modified>
</cp:coreProperties>
</file>